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C65692" w14:paraId="073E2C6D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49817A50" w14:textId="1BDDFE09" w:rsidR="00D5446F" w:rsidRPr="00C65692" w:rsidRDefault="00374059" w:rsidP="00374059">
            <w:pPr>
              <w:pStyle w:val="OrtDatum"/>
            </w:pPr>
            <w:r>
              <w:t xml:space="preserve">Leonberg, </w:t>
            </w:r>
            <w:sdt>
              <w:sdtPr>
                <w:rPr>
                  <w:rStyle w:val="Dokumentdatum"/>
                </w:rPr>
                <w:alias w:val="Publication date"/>
                <w:tag w:val=""/>
                <w:id w:val="-1507204258"/>
                <w:lock w:val="sdtLocked"/>
                <w:placeholder>
                  <w:docPart w:val="02E4D50DB5D3F34B8D9AC45FF07E8208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2-11-09T00:00:00Z">
                  <w:dateFormat w:val="d. MMMM yyyy"/>
                  <w:lid w:val="en-GB"/>
                  <w:storeMappedDataAs w:val="dateTime"/>
                  <w:calendar w:val="gregorian"/>
                </w:date>
              </w:sdtPr>
              <w:sdtContent>
                <w:r w:rsidR="00352506">
                  <w:rPr>
                    <w:rStyle w:val="Dokumentdatum"/>
                  </w:rPr>
                  <w:t>9. November 2022</w:t>
                </w:r>
              </w:sdtContent>
            </w:sdt>
          </w:p>
        </w:tc>
      </w:tr>
      <w:tr w:rsidR="00045D59" w:rsidRPr="001F6FDF" w14:paraId="301BA61B" w14:textId="77777777" w:rsidTr="00F70992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773B1182" w14:textId="4D4CAF75" w:rsidR="00045D59" w:rsidRPr="001F6FDF" w:rsidRDefault="00045D59" w:rsidP="00045D59">
            <w:pPr>
              <w:pStyle w:val="Betreff"/>
              <w:rPr>
                <w:lang w:val="en-US"/>
              </w:rPr>
            </w:pPr>
            <w:r w:rsidRPr="009E332E">
              <w:t>GEZE F 1200+ drive</w:t>
            </w:r>
            <w:r>
              <w:t>:</w:t>
            </w:r>
            <w:r w:rsidRPr="009E332E">
              <w:t xml:space="preserve"> Safe and easy operation of heavy room height windows</w:t>
            </w:r>
          </w:p>
        </w:tc>
      </w:tr>
    </w:tbl>
    <w:p w14:paraId="2FC039A5" w14:textId="77777777" w:rsidR="00AB7A13" w:rsidRPr="001F6FDF" w:rsidRDefault="00AB7A13" w:rsidP="00AB7A13">
      <w:pPr>
        <w:rPr>
          <w:lang w:val="en-US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265"/>
        <w:gridCol w:w="1742"/>
      </w:tblGrid>
      <w:tr w:rsidR="00AB7A13" w:rsidRPr="008E4BE2" w14:paraId="5B0C70AF" w14:textId="77777777" w:rsidTr="001F6FDF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C702EA1" w14:textId="77777777" w:rsidR="00AB7A13" w:rsidRPr="008E4BE2" w:rsidRDefault="00AB7A13" w:rsidP="00F70992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IMAGE</w:t>
            </w:r>
          </w:p>
        </w:tc>
        <w:tc>
          <w:tcPr>
            <w:tcW w:w="3265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6B9BF76" w14:textId="77777777" w:rsidR="00AB7A13" w:rsidRPr="008E4BE2" w:rsidRDefault="00AB7A13" w:rsidP="00F70992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CAPTION</w:t>
            </w:r>
          </w:p>
        </w:tc>
        <w:tc>
          <w:tcPr>
            <w:tcW w:w="174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EF2FE23" w14:textId="77777777" w:rsidR="00AB7A13" w:rsidRPr="008E4BE2" w:rsidRDefault="00AB7A13" w:rsidP="00F70992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</w:tr>
      <w:tr w:rsidR="001F6FDF" w14:paraId="1C4439ED" w14:textId="77777777" w:rsidTr="001F6FDF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74BDFF7" w14:textId="18DA120E" w:rsidR="001F6FDF" w:rsidRDefault="001F6FDF" w:rsidP="001F6FDF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00F350DF" wp14:editId="11723951">
                  <wp:extent cx="1919913" cy="1440000"/>
                  <wp:effectExtent l="0" t="0" r="0" b="0"/>
                  <wp:docPr id="5" name="Grafik 5" descr="Ein Bild, das Text, Fenster, drinnen, Stad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Text, Fenster, drinnen, Stadt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991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5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4DBB9E9" w14:textId="7D220BB2" w:rsidR="001F6FDF" w:rsidRPr="001F6FDF" w:rsidRDefault="001F6FDF" w:rsidP="001F6FDF">
            <w:pPr>
              <w:pStyle w:val="Vorspann"/>
              <w:rPr>
                <w:b w:val="0"/>
                <w:bCs/>
                <w:color w:val="002364"/>
                <w:sz w:val="20"/>
                <w:szCs w:val="20"/>
                <w:lang w:val="en-US"/>
              </w:rPr>
            </w:pPr>
            <w:r w:rsidRPr="001F6FDF">
              <w:rPr>
                <w:b w:val="0"/>
                <w:bCs/>
                <w:color w:val="002364"/>
                <w:sz w:val="20"/>
                <w:szCs w:val="20"/>
              </w:rPr>
              <w:t>With the new F 1200+</w:t>
            </w:r>
            <w:r w:rsidR="007E2A96">
              <w:rPr>
                <w:b w:val="0"/>
                <w:bCs/>
                <w:color w:val="002364"/>
                <w:sz w:val="20"/>
                <w:szCs w:val="20"/>
              </w:rPr>
              <w:t>,</w:t>
            </w:r>
            <w:r w:rsidRPr="001F6FDF">
              <w:rPr>
                <w:b w:val="0"/>
                <w:bCs/>
                <w:color w:val="002364"/>
                <w:sz w:val="20"/>
                <w:szCs w:val="20"/>
              </w:rPr>
              <w:t xml:space="preserve"> GEZE now offers a special drive for opening and locking large, room-height windows.</w:t>
            </w:r>
          </w:p>
        </w:tc>
        <w:tc>
          <w:tcPr>
            <w:tcW w:w="174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7C77D571" w14:textId="72629CC8" w:rsidR="001F6FDF" w:rsidRPr="00104446" w:rsidRDefault="001F6FDF" w:rsidP="001F6FDF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1F6FDF" w14:paraId="3D15A279" w14:textId="77777777" w:rsidTr="001F6FDF">
        <w:trPr>
          <w:trHeight w:val="284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06F05E7" w14:textId="5B57BBE9" w:rsidR="001F6FDF" w:rsidRDefault="001F6FDF" w:rsidP="001F6FDF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4FD0CA30" wp14:editId="17E96689">
                  <wp:extent cx="1919913" cy="1440000"/>
                  <wp:effectExtent l="0" t="0" r="0" b="0"/>
                  <wp:docPr id="6" name="Grafik 6" descr="Ein Bild, das draußen, Gebäude, Ta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 descr="Ein Bild, das draußen, Gebäude, Tag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991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5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E42295D" w14:textId="66C34F2B" w:rsidR="001F6FDF" w:rsidRPr="00045D59" w:rsidRDefault="00045D59" w:rsidP="001F6FDF">
            <w:pPr>
              <w:rPr>
                <w:color w:val="002364"/>
                <w:sz w:val="20"/>
                <w:szCs w:val="20"/>
                <w:lang w:val="en-US"/>
              </w:rPr>
            </w:pPr>
            <w:r w:rsidRPr="00045D59">
              <w:rPr>
                <w:color w:val="002060"/>
                <w:sz w:val="20"/>
                <w:szCs w:val="20"/>
              </w:rPr>
              <w:t xml:space="preserve">The window drive is designed for turn-and-tilt and tilt windows up to 3.50 meters tall, 2.40 meters leaf width and </w:t>
            </w:r>
            <w:proofErr w:type="gramStart"/>
            <w:r w:rsidRPr="00045D59">
              <w:rPr>
                <w:color w:val="002060"/>
                <w:sz w:val="20"/>
                <w:szCs w:val="20"/>
              </w:rPr>
              <w:t>200 kilogram</w:t>
            </w:r>
            <w:proofErr w:type="gramEnd"/>
            <w:r w:rsidRPr="00045D59">
              <w:rPr>
                <w:color w:val="002060"/>
                <w:sz w:val="20"/>
                <w:szCs w:val="20"/>
              </w:rPr>
              <w:t xml:space="preserve"> leaf weight.</w:t>
            </w:r>
          </w:p>
        </w:tc>
        <w:tc>
          <w:tcPr>
            <w:tcW w:w="174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0B39A257" w14:textId="30B53F53" w:rsidR="001F6FDF" w:rsidRPr="00104446" w:rsidRDefault="001F6FDF" w:rsidP="001F6FDF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1F6FDF" w14:paraId="035E10F0" w14:textId="77777777" w:rsidTr="001F6FDF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206BEA6" w14:textId="424C267B" w:rsidR="001F6FDF" w:rsidRDefault="001F6FDF" w:rsidP="001F6FDF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7E6D1984" wp14:editId="3A78DF2E">
                  <wp:extent cx="960047" cy="1440000"/>
                  <wp:effectExtent l="0" t="0" r="5715" b="0"/>
                  <wp:docPr id="7" name="Grafik 7" descr="Ein Bild, das Text, drinn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Ein Bild, das Text, drinnen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0047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5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7CC8CBE" w14:textId="1639BB1A" w:rsidR="001F6FDF" w:rsidRPr="007E2A96" w:rsidRDefault="007E2A96" w:rsidP="001F6FDF">
            <w:pPr>
              <w:rPr>
                <w:color w:val="002364"/>
                <w:sz w:val="20"/>
                <w:szCs w:val="20"/>
              </w:rPr>
            </w:pPr>
            <w:r w:rsidRPr="007E2A96">
              <w:rPr>
                <w:color w:val="002364"/>
                <w:sz w:val="20"/>
                <w:szCs w:val="20"/>
              </w:rPr>
              <w:t>The intuitive operation concept makes it possible for users to handle it safely, even without previous training.</w:t>
            </w:r>
          </w:p>
        </w:tc>
        <w:tc>
          <w:tcPr>
            <w:tcW w:w="174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D4035D5" w14:textId="308B4BB9" w:rsidR="001F6FDF" w:rsidRPr="00104446" w:rsidRDefault="001F6FDF" w:rsidP="001F6FDF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1F6FDF" w14:paraId="0B703830" w14:textId="77777777" w:rsidTr="001F6FDF">
        <w:trPr>
          <w:trHeight w:val="3253"/>
        </w:trPr>
        <w:tc>
          <w:tcPr>
            <w:tcW w:w="4457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ABC7186" w14:textId="6715EB22" w:rsidR="001F6FDF" w:rsidRDefault="001F6FDF" w:rsidP="001F6FDF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4EEA6712" wp14:editId="1180F0B6">
                  <wp:extent cx="2593830" cy="1440000"/>
                  <wp:effectExtent l="0" t="0" r="0" b="0"/>
                  <wp:docPr id="12" name="Grafik 12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Text enthält.&#10;&#10;Automatisch generierte Beschreibu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383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5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A5BED35" w14:textId="1657B220" w:rsidR="001F6FDF" w:rsidRPr="00045D59" w:rsidRDefault="00045D59" w:rsidP="001F6FDF">
            <w:pPr>
              <w:rPr>
                <w:rFonts w:cs="Arial"/>
                <w:color w:val="002060"/>
                <w:sz w:val="20"/>
                <w:szCs w:val="20"/>
                <w:lang w:val="en-US"/>
              </w:rPr>
            </w:pPr>
            <w:r w:rsidRPr="00045D59">
              <w:rPr>
                <w:bCs/>
                <w:color w:val="002060"/>
                <w:sz w:val="20"/>
                <w:szCs w:val="20"/>
              </w:rPr>
              <w:t xml:space="preserve">Thanks to the KNX compatibility of the </w:t>
            </w:r>
            <w:r w:rsidR="007E2A96" w:rsidRPr="00045D59">
              <w:rPr>
                <w:color w:val="002060"/>
                <w:sz w:val="20"/>
                <w:szCs w:val="20"/>
              </w:rPr>
              <w:t>GEZE F 1200+ drive</w:t>
            </w:r>
            <w:r w:rsidRPr="00045D59">
              <w:rPr>
                <w:bCs/>
                <w:color w:val="002060"/>
                <w:sz w:val="20"/>
                <w:szCs w:val="20"/>
              </w:rPr>
              <w:t>, the windows can be integrated intelligently into the higher-level building automation.</w:t>
            </w:r>
          </w:p>
        </w:tc>
        <w:tc>
          <w:tcPr>
            <w:tcW w:w="1742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73A7E7B0" w14:textId="34DB6C0D" w:rsidR="001F6FDF" w:rsidRPr="00104446" w:rsidRDefault="001F6FDF" w:rsidP="001F6FDF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6B28369E" w14:textId="77777777" w:rsidR="008F511E" w:rsidRPr="004A1DB7" w:rsidRDefault="008F511E" w:rsidP="00095819"/>
    <w:sectPr w:rsidR="008F511E" w:rsidRPr="004A1DB7" w:rsidSect="0008169D">
      <w:headerReference w:type="default" r:id="rId13"/>
      <w:headerReference w:type="first" r:id="rId14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D5AB9" w14:textId="77777777" w:rsidR="00685889" w:rsidRDefault="00685889" w:rsidP="008D6134">
      <w:pPr>
        <w:spacing w:line="240" w:lineRule="auto"/>
      </w:pPr>
      <w:r>
        <w:separator/>
      </w:r>
    </w:p>
  </w:endnote>
  <w:endnote w:type="continuationSeparator" w:id="0">
    <w:p w14:paraId="47F620F3" w14:textId="77777777" w:rsidR="00685889" w:rsidRDefault="00685889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1D850" w14:textId="77777777" w:rsidR="00685889" w:rsidRDefault="00685889" w:rsidP="008D6134">
      <w:pPr>
        <w:spacing w:line="240" w:lineRule="auto"/>
      </w:pPr>
      <w:r>
        <w:separator/>
      </w:r>
    </w:p>
  </w:footnote>
  <w:footnote w:type="continuationSeparator" w:id="0">
    <w:p w14:paraId="3D92B1E0" w14:textId="77777777" w:rsidR="00685889" w:rsidRDefault="00685889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BA016A" w:rsidRPr="00A964A2" w14:paraId="09615D27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6FDCEC47" w14:textId="77777777" w:rsidR="00BA016A" w:rsidRPr="007C2C48" w:rsidRDefault="00BA016A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</w:p>
      </w:tc>
    </w:tr>
    <w:tr w:rsidR="00BA016A" w14:paraId="1C32D5C5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773F504B" w14:textId="68379CCF" w:rsidR="00BA016A" w:rsidRDefault="00000000" w:rsidP="00B556B7">
          <w:pPr>
            <w:pStyle w:val="DokumenttypFolgeseiten"/>
            <w:framePr w:hSpace="0" w:wrap="auto" w:vAnchor="margin" w:yAlign="inline"/>
          </w:pPr>
          <w:fldSimple w:instr=" REF  BM_Dokumenttyp  \* MERGEFORMAT ">
            <w:r w:rsidR="001F6FDF">
              <w:t>Press</w:t>
            </w:r>
            <w:r w:rsidR="007E2A96">
              <w:t xml:space="preserve"> Photos</w:t>
            </w:r>
            <w:r w:rsidR="001F6FDF">
              <w:t xml:space="preserve"> </w:t>
            </w:r>
          </w:fldSimple>
        </w:p>
        <w:p w14:paraId="52F8571D" w14:textId="77777777" w:rsidR="00BA016A" w:rsidRPr="00C65692" w:rsidRDefault="00BA016A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BA016A" w:rsidRPr="008A2F5C" w14:paraId="54C60101" w14:textId="77777777" w:rsidTr="00B556B7">
      <w:trPr>
        <w:trHeight w:hRule="exact" w:val="215"/>
      </w:trPr>
      <w:tc>
        <w:tcPr>
          <w:tcW w:w="7359" w:type="dxa"/>
        </w:tcPr>
        <w:p w14:paraId="653F9F0F" w14:textId="4F901C05" w:rsidR="00BA016A" w:rsidRPr="008A2F5C" w:rsidRDefault="00BA016A" w:rsidP="00B556B7">
          <w:pPr>
            <w:pStyle w:val="DatumFolgeseiten"/>
            <w:framePr w:hSpace="0" w:wrap="auto" w:vAnchor="margin" w:yAlign="inline"/>
          </w:pPr>
          <w:r>
            <w:t xml:space="preserve">from </w:t>
          </w:r>
          <w:sdt>
            <w:sdtPr>
              <w:alias w:val="Publication date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2-11-09T00:00:00Z">
                <w:dateFormat w:val="dd.MM.yyyy"/>
                <w:lid w:val="en-GB"/>
                <w:storeMappedDataAs w:val="dateTime"/>
                <w:calendar w:val="gregorian"/>
              </w:date>
            </w:sdtPr>
            <w:sdtContent>
              <w:r w:rsidR="00352506">
                <w:t>09.11.2022</w:t>
              </w:r>
            </w:sdtContent>
          </w:sdt>
        </w:p>
      </w:tc>
    </w:tr>
  </w:tbl>
  <w:p w14:paraId="4B21552F" w14:textId="77777777" w:rsidR="00BA016A" w:rsidRPr="00A2525B" w:rsidRDefault="00BA016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6C11A3">
      <w:rPr>
        <w:noProof/>
      </w:rPr>
      <w:t>2</w:t>
    </w:r>
    <w:r w:rsidRPr="00A2525B"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372112">
      <w:rPr>
        <w:b w:val="0"/>
      </w:rPr>
      <w:fldChar w:fldCharType="begin"/>
    </w:r>
    <w:r w:rsidRPr="00372112">
      <w:rPr>
        <w:b w:val="0"/>
      </w:rPr>
      <w:instrText xml:space="preserve"> NUMPAGES  \* Arabic  \* </w:instrText>
    </w:r>
    <w:r>
      <w:rPr>
        <w:b w:val="0"/>
      </w:rPr>
      <w:instrText>CHAR</w:instrText>
    </w:r>
    <w:r w:rsidRPr="00372112">
      <w:rPr>
        <w:b w:val="0"/>
      </w:rPr>
      <w:instrText xml:space="preserve">FORMAT </w:instrText>
    </w:r>
    <w:r w:rsidRPr="00372112">
      <w:rPr>
        <w:b w:val="0"/>
      </w:rPr>
      <w:fldChar w:fldCharType="separate"/>
    </w:r>
    <w:r w:rsidR="006C11A3">
      <w:rPr>
        <w:b w:val="0"/>
        <w:noProof/>
      </w:rPr>
      <w:t>2</w:t>
    </w:r>
    <w:r w:rsidRPr="00372112">
      <w:rPr>
        <w:b w:val="0"/>
      </w:rPr>
      <w:fldChar w:fldCharType="end"/>
    </w:r>
  </w:p>
  <w:p w14:paraId="58CDD366" w14:textId="77777777" w:rsidR="00BA016A" w:rsidRDefault="00BA016A">
    <w:pPr>
      <w:pStyle w:val="Kopfzeile"/>
    </w:pPr>
    <w:r>
      <w:rPr>
        <w:noProof/>
        <w:lang w:val="en-US"/>
      </w:rPr>
      <w:drawing>
        <wp:anchor distT="0" distB="0" distL="114300" distR="114300" simplePos="0" relativeHeight="251669504" behindDoc="1" locked="1" layoutInCell="1" allowOverlap="1" wp14:anchorId="689E2EC2" wp14:editId="1774C3D0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B27EC" w14:textId="77777777" w:rsidR="00BA016A" w:rsidRPr="00A2525B" w:rsidRDefault="00BA016A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6C11A3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A2525B">
      <w:rPr>
        <w:b w:val="0"/>
      </w:rPr>
      <w:fldChar w:fldCharType="begin"/>
    </w:r>
    <w:r w:rsidRPr="00A2525B">
      <w:rPr>
        <w:b w:val="0"/>
      </w:rPr>
      <w:instrText xml:space="preserve"> NUMPAGES  \* Arabic  \* MERGEFORMAT </w:instrText>
    </w:r>
    <w:r w:rsidRPr="00A2525B">
      <w:rPr>
        <w:b w:val="0"/>
      </w:rPr>
      <w:fldChar w:fldCharType="separate"/>
    </w:r>
    <w:r w:rsidR="006C11A3">
      <w:rPr>
        <w:b w:val="0"/>
        <w:noProof/>
      </w:rPr>
      <w:t>2</w:t>
    </w:r>
    <w:r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BA016A" w:rsidRPr="00A964A2" w14:paraId="364E5707" w14:textId="77777777" w:rsidTr="005A529F">
      <w:trPr>
        <w:trHeight w:hRule="exact" w:val="198"/>
      </w:trPr>
      <w:tc>
        <w:tcPr>
          <w:tcW w:w="7371" w:type="dxa"/>
        </w:tcPr>
        <w:p w14:paraId="3E574DBE" w14:textId="77777777" w:rsidR="00BA016A" w:rsidRPr="005A4E09" w:rsidRDefault="00BA016A" w:rsidP="005A529F">
          <w:pPr>
            <w:pStyle w:val="Absender"/>
            <w:framePr w:hSpace="0" w:wrap="auto" w:vAnchor="margin" w:hAnchor="text" w:yAlign="inline"/>
          </w:pPr>
          <w:bookmarkStart w:id="0" w:name="BM_Firma"/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  <w:bookmarkEnd w:id="0"/>
        </w:p>
      </w:tc>
    </w:tr>
    <w:tr w:rsidR="00BA016A" w:rsidRPr="005A4E09" w14:paraId="612EE81A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766D7BAF" w14:textId="77777777" w:rsidR="00BA016A" w:rsidRPr="008B572B" w:rsidRDefault="00BA016A" w:rsidP="005A529F">
          <w:pPr>
            <w:pStyle w:val="Dokumenttyp"/>
            <w:framePr w:hSpace="0" w:wrap="auto" w:vAnchor="margin" w:hAnchor="text" w:yAlign="inline"/>
          </w:pPr>
          <w:bookmarkStart w:id="1" w:name="BM_Dokumenttyp"/>
          <w:r>
            <w:t xml:space="preserve">Press </w:t>
          </w:r>
          <w:bookmarkEnd w:id="1"/>
          <w:r w:rsidR="005E3434">
            <w:t>photos</w:t>
          </w:r>
        </w:p>
      </w:tc>
    </w:tr>
  </w:tbl>
  <w:p w14:paraId="7F9DB866" w14:textId="77777777" w:rsidR="00045D59" w:rsidRPr="00D43B62" w:rsidRDefault="00045D59" w:rsidP="00045D59">
    <w:pPr>
      <w:pStyle w:val="Margin"/>
      <w:framePr w:h="1478" w:hRule="exact" w:wrap="around" w:x="8780" w:y="4022"/>
      <w:rPr>
        <w:rStyle w:val="MarginVorsatzwrter"/>
        <w:color w:val="002364"/>
      </w:rPr>
    </w:pPr>
    <w:r>
      <w:rPr>
        <w:rStyle w:val="MarginVorsatzwrter"/>
        <w:color w:val="002364"/>
      </w:rPr>
      <w:t>CONTACT</w:t>
    </w:r>
  </w:p>
  <w:p w14:paraId="60B826CD" w14:textId="77777777" w:rsidR="00045D59" w:rsidRPr="00D43B62" w:rsidRDefault="00045D59" w:rsidP="00045D59">
    <w:pPr>
      <w:pStyle w:val="Margin"/>
      <w:framePr w:h="1478" w:hRule="exact" w:wrap="around" w:x="8780" w:y="4022"/>
      <w:rPr>
        <w:color w:val="002364"/>
      </w:rPr>
    </w:pPr>
    <w:r>
      <w:rPr>
        <w:color w:val="002364"/>
      </w:rPr>
      <w:t>Heike Holfelder</w:t>
    </w:r>
  </w:p>
  <w:p w14:paraId="13B56928" w14:textId="77777777" w:rsidR="00045D59" w:rsidRDefault="00045D59" w:rsidP="00045D59">
    <w:pPr>
      <w:pStyle w:val="Margin"/>
      <w:framePr w:h="1478" w:hRule="exact" w:wrap="around" w:x="8780" w:y="4022"/>
      <w:rPr>
        <w:color w:val="002364"/>
      </w:rPr>
    </w:pPr>
    <w:r w:rsidRPr="00D6140F">
      <w:rPr>
        <w:rStyle w:val="MarginVorsatzwrter"/>
        <w:color w:val="002364"/>
      </w:rPr>
      <w:t>TEL</w:t>
    </w:r>
    <w:r w:rsidRPr="00D6140F">
      <w:rPr>
        <w:color w:val="002364"/>
      </w:rPr>
      <w:t xml:space="preserve">  </w:t>
    </w:r>
    <w:r w:rsidRPr="008D7CFD">
      <w:rPr>
        <w:color w:val="002364"/>
      </w:rPr>
      <w:t>+</w:t>
    </w:r>
    <w:r w:rsidRPr="008D7CFD">
      <w:rPr>
        <w:color w:val="002364"/>
        <w:lang w:val="fr-FR"/>
      </w:rPr>
      <w:t>49 7152 203 6406</w:t>
    </w:r>
  </w:p>
  <w:p w14:paraId="318FDF7A" w14:textId="77777777" w:rsidR="00045D59" w:rsidRPr="008D7CFD" w:rsidRDefault="00045D59" w:rsidP="00045D59">
    <w:pPr>
      <w:pStyle w:val="Margin"/>
      <w:framePr w:h="1478" w:hRule="exact" w:wrap="around" w:x="8780" w:y="4022"/>
      <w:rPr>
        <w:color w:val="002364"/>
        <w:lang w:val="fr-FR"/>
      </w:rPr>
    </w:pPr>
    <w:r w:rsidRPr="008D7CFD">
      <w:rPr>
        <w:rStyle w:val="MarginVorsatzwrter"/>
        <w:color w:val="002364"/>
        <w:lang w:val="fr-FR"/>
      </w:rPr>
      <w:t>EMAIL</w:t>
    </w:r>
    <w:r w:rsidRPr="008D7CFD">
      <w:rPr>
        <w:color w:val="002364"/>
        <w:lang w:val="fr-FR"/>
      </w:rPr>
      <w:t xml:space="preserve">  h.holfelder@geze.com</w:t>
    </w:r>
  </w:p>
  <w:p w14:paraId="08A9CDB1" w14:textId="77777777" w:rsidR="00BA016A" w:rsidRDefault="00BA016A">
    <w:pPr>
      <w:pStyle w:val="Kopfzeile"/>
    </w:pPr>
    <w:r>
      <w:rPr>
        <w:noProof/>
        <w:lang w:val="en-US"/>
      </w:rPr>
      <w:drawing>
        <wp:anchor distT="0" distB="0" distL="114300" distR="114300" simplePos="0" relativeHeight="251667456" behindDoc="1" locked="1" layoutInCell="1" allowOverlap="1" wp14:anchorId="7588B549" wp14:editId="189FB09A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4146B9D2" wp14:editId="515377C4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7511ADB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qQm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0A26892D" wp14:editId="03693734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180F5DF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72Hu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433621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85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FDF"/>
    <w:rsid w:val="00025DF7"/>
    <w:rsid w:val="00043E06"/>
    <w:rsid w:val="00045D59"/>
    <w:rsid w:val="0005443A"/>
    <w:rsid w:val="00062822"/>
    <w:rsid w:val="0008169D"/>
    <w:rsid w:val="000852D9"/>
    <w:rsid w:val="00094A49"/>
    <w:rsid w:val="00095819"/>
    <w:rsid w:val="000B02C6"/>
    <w:rsid w:val="000C7179"/>
    <w:rsid w:val="00110BB8"/>
    <w:rsid w:val="00113091"/>
    <w:rsid w:val="001261D2"/>
    <w:rsid w:val="00131D40"/>
    <w:rsid w:val="001500CF"/>
    <w:rsid w:val="001673EE"/>
    <w:rsid w:val="001679D9"/>
    <w:rsid w:val="001D06EE"/>
    <w:rsid w:val="001F462D"/>
    <w:rsid w:val="001F6FDF"/>
    <w:rsid w:val="00247A3C"/>
    <w:rsid w:val="00256BEE"/>
    <w:rsid w:val="00257CA4"/>
    <w:rsid w:val="002627A3"/>
    <w:rsid w:val="002729A6"/>
    <w:rsid w:val="0029378C"/>
    <w:rsid w:val="00295C6C"/>
    <w:rsid w:val="002A2B85"/>
    <w:rsid w:val="002A46BC"/>
    <w:rsid w:val="002D4EAE"/>
    <w:rsid w:val="002E67B7"/>
    <w:rsid w:val="003023FF"/>
    <w:rsid w:val="0030544C"/>
    <w:rsid w:val="00313AE8"/>
    <w:rsid w:val="00352506"/>
    <w:rsid w:val="00362821"/>
    <w:rsid w:val="003660CB"/>
    <w:rsid w:val="00372112"/>
    <w:rsid w:val="00374059"/>
    <w:rsid w:val="00381993"/>
    <w:rsid w:val="003975EB"/>
    <w:rsid w:val="003A1C1B"/>
    <w:rsid w:val="003A34B5"/>
    <w:rsid w:val="003C69DE"/>
    <w:rsid w:val="003C6F7B"/>
    <w:rsid w:val="003D37C3"/>
    <w:rsid w:val="003F7DD3"/>
    <w:rsid w:val="00403EA5"/>
    <w:rsid w:val="00420C17"/>
    <w:rsid w:val="00447AC1"/>
    <w:rsid w:val="00454337"/>
    <w:rsid w:val="004A1DB7"/>
    <w:rsid w:val="004E1AAA"/>
    <w:rsid w:val="004E7729"/>
    <w:rsid w:val="00501A06"/>
    <w:rsid w:val="00512C05"/>
    <w:rsid w:val="00516727"/>
    <w:rsid w:val="00525290"/>
    <w:rsid w:val="0053157C"/>
    <w:rsid w:val="005336DA"/>
    <w:rsid w:val="00546F76"/>
    <w:rsid w:val="005550C9"/>
    <w:rsid w:val="00566695"/>
    <w:rsid w:val="00575AEF"/>
    <w:rsid w:val="00590F61"/>
    <w:rsid w:val="005A4E09"/>
    <w:rsid w:val="005A529F"/>
    <w:rsid w:val="005D2DEE"/>
    <w:rsid w:val="005E3434"/>
    <w:rsid w:val="0060196E"/>
    <w:rsid w:val="00604E53"/>
    <w:rsid w:val="00650096"/>
    <w:rsid w:val="00661485"/>
    <w:rsid w:val="00663612"/>
    <w:rsid w:val="00685889"/>
    <w:rsid w:val="006B111C"/>
    <w:rsid w:val="006B5E20"/>
    <w:rsid w:val="006C11A3"/>
    <w:rsid w:val="006F0085"/>
    <w:rsid w:val="00742404"/>
    <w:rsid w:val="0074360A"/>
    <w:rsid w:val="00750CB1"/>
    <w:rsid w:val="00752C8E"/>
    <w:rsid w:val="00764873"/>
    <w:rsid w:val="00772A8A"/>
    <w:rsid w:val="00782B4B"/>
    <w:rsid w:val="007C1ABC"/>
    <w:rsid w:val="007C2C48"/>
    <w:rsid w:val="007C4D7D"/>
    <w:rsid w:val="007C671F"/>
    <w:rsid w:val="007D3F3D"/>
    <w:rsid w:val="007D4F8A"/>
    <w:rsid w:val="007E2A96"/>
    <w:rsid w:val="007F0435"/>
    <w:rsid w:val="008176DF"/>
    <w:rsid w:val="008276D4"/>
    <w:rsid w:val="0084521A"/>
    <w:rsid w:val="00846FEA"/>
    <w:rsid w:val="008510DC"/>
    <w:rsid w:val="00863B08"/>
    <w:rsid w:val="00875063"/>
    <w:rsid w:val="008A2F5C"/>
    <w:rsid w:val="008B572B"/>
    <w:rsid w:val="008B5ABA"/>
    <w:rsid w:val="008C32F8"/>
    <w:rsid w:val="008D6134"/>
    <w:rsid w:val="008E707F"/>
    <w:rsid w:val="008F07C8"/>
    <w:rsid w:val="008F0D1C"/>
    <w:rsid w:val="008F511E"/>
    <w:rsid w:val="009149AE"/>
    <w:rsid w:val="00925FCD"/>
    <w:rsid w:val="009556E1"/>
    <w:rsid w:val="009806AB"/>
    <w:rsid w:val="00980D79"/>
    <w:rsid w:val="0099368D"/>
    <w:rsid w:val="009B0ADE"/>
    <w:rsid w:val="009F1D05"/>
    <w:rsid w:val="009F212C"/>
    <w:rsid w:val="00A03805"/>
    <w:rsid w:val="00A13AF3"/>
    <w:rsid w:val="00A15664"/>
    <w:rsid w:val="00A2313E"/>
    <w:rsid w:val="00A2525B"/>
    <w:rsid w:val="00A330C9"/>
    <w:rsid w:val="00A37A65"/>
    <w:rsid w:val="00A435B3"/>
    <w:rsid w:val="00A6682D"/>
    <w:rsid w:val="00A7680B"/>
    <w:rsid w:val="00A9034D"/>
    <w:rsid w:val="00A91680"/>
    <w:rsid w:val="00A964A2"/>
    <w:rsid w:val="00AA25C7"/>
    <w:rsid w:val="00AB7A13"/>
    <w:rsid w:val="00AD6CE7"/>
    <w:rsid w:val="00AE652B"/>
    <w:rsid w:val="00AF27D7"/>
    <w:rsid w:val="00B006C0"/>
    <w:rsid w:val="00B06CCE"/>
    <w:rsid w:val="00B1582C"/>
    <w:rsid w:val="00B22183"/>
    <w:rsid w:val="00B223C4"/>
    <w:rsid w:val="00B542C6"/>
    <w:rsid w:val="00B556B7"/>
    <w:rsid w:val="00BA016A"/>
    <w:rsid w:val="00BA2456"/>
    <w:rsid w:val="00BF4251"/>
    <w:rsid w:val="00C30884"/>
    <w:rsid w:val="00C3654A"/>
    <w:rsid w:val="00C405F5"/>
    <w:rsid w:val="00C65692"/>
    <w:rsid w:val="00C65D77"/>
    <w:rsid w:val="00C67F5C"/>
    <w:rsid w:val="00CD0DEF"/>
    <w:rsid w:val="00CD17B4"/>
    <w:rsid w:val="00D209FB"/>
    <w:rsid w:val="00D21E65"/>
    <w:rsid w:val="00D263AB"/>
    <w:rsid w:val="00D50ECE"/>
    <w:rsid w:val="00D5446F"/>
    <w:rsid w:val="00D827D0"/>
    <w:rsid w:val="00DA6046"/>
    <w:rsid w:val="00DB4BE6"/>
    <w:rsid w:val="00DC7D49"/>
    <w:rsid w:val="00DD56D0"/>
    <w:rsid w:val="00DE1ED3"/>
    <w:rsid w:val="00DF67D1"/>
    <w:rsid w:val="00E10257"/>
    <w:rsid w:val="00E2393F"/>
    <w:rsid w:val="00E308E8"/>
    <w:rsid w:val="00E45933"/>
    <w:rsid w:val="00E56C2C"/>
    <w:rsid w:val="00EB2D61"/>
    <w:rsid w:val="00ED52A6"/>
    <w:rsid w:val="00EF45F0"/>
    <w:rsid w:val="00F15040"/>
    <w:rsid w:val="00F26163"/>
    <w:rsid w:val="00F35CE1"/>
    <w:rsid w:val="00F46B41"/>
    <w:rsid w:val="00F96F22"/>
    <w:rsid w:val="00F977A6"/>
    <w:rsid w:val="00FA3D6A"/>
    <w:rsid w:val="00FA502C"/>
    <w:rsid w:val="00FB3E02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B770FE"/>
  <w15:docId w15:val="{CC62430D-F562-4843-B41C-E58ACFB6C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18"/>
        <w:szCs w:val="18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en-GB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4A1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de-DE" w:eastAsia="de-DE"/>
    </w:rPr>
  </w:style>
  <w:style w:type="character" w:styleId="Fett">
    <w:name w:val="Strong"/>
    <w:basedOn w:val="Absatz-Standardschriftart"/>
    <w:uiPriority w:val="22"/>
    <w:qFormat/>
    <w:rsid w:val="004A1DB7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C11A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C11A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C11A3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C11A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C11A3"/>
    <w:rPr>
      <w:b/>
      <w:bCs/>
      <w:kern w:val="4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F4251"/>
    <w:rPr>
      <w:color w:val="605E5C"/>
      <w:shd w:val="clear" w:color="auto" w:fill="E1DFDD"/>
    </w:rPr>
  </w:style>
  <w:style w:type="paragraph" w:customStyle="1" w:styleId="Margin">
    <w:name w:val="Margin"/>
    <w:basedOn w:val="Standard"/>
    <w:uiPriority w:val="2"/>
    <w:rsid w:val="005E3434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  <w:lang w:val="de-DE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5E3434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04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olumes/GoogleDrive/Geteilte%20Ablagen/PanamaPR_Kunden/Panama_PR_Kunden_2021/GEZE/Vorlagen/Pressefotos_Vorlage_EN_202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2E4D50DB5D3F34B8D9AC45FF07E82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F5EEE0-37AB-C34E-9A2E-F212796A5C0E}"/>
      </w:docPartPr>
      <w:docPartBody>
        <w:p w:rsidR="00092B00" w:rsidRDefault="00F970B4">
          <w:pPr>
            <w:pStyle w:val="02E4D50DB5D3F34B8D9AC45FF07E8208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0B4"/>
    <w:rsid w:val="00092B00"/>
    <w:rsid w:val="00282870"/>
    <w:rsid w:val="00390F9A"/>
    <w:rsid w:val="005A6488"/>
    <w:rsid w:val="00F97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02E4D50DB5D3F34B8D9AC45FF07E8208">
    <w:name w:val="02E4D50DB5D3F34B8D9AC45FF07E82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2022-11-09T00:00:00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4B4BE3E-5900-BA4F-9771-4137EA575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Pressefotos_Vorlage_EN_2021.dotx</Template>
  <TotalTime>0</TotalTime>
  <Pages>2</Pages>
  <Words>93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Wurster</dc:creator>
  <dc:description>Pressemitteilung · Office 2016;_x000d_
Version 1.0.0;_x000d_
26.11.2018</dc:description>
  <cp:lastModifiedBy>Jonathan Wurster</cp:lastModifiedBy>
  <cp:revision>4</cp:revision>
  <cp:lastPrinted>2018-11-26T15:21:00Z</cp:lastPrinted>
  <dcterms:created xsi:type="dcterms:W3CDTF">2021-01-05T12:42:00Z</dcterms:created>
  <dcterms:modified xsi:type="dcterms:W3CDTF">2022-11-09T08:29:00Z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